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D8C" w:rsidRDefault="009B5D8C" w:rsidP="004F144F">
      <w:pPr>
        <w:pStyle w:val="Zakladnystyl"/>
        <w:jc w:val="center"/>
      </w:pPr>
    </w:p>
    <w:p w:rsidR="009B5D8C" w:rsidRDefault="009B5D8C" w:rsidP="004F144F">
      <w:pPr>
        <w:pStyle w:val="Zakladnystyl"/>
        <w:jc w:val="center"/>
      </w:pPr>
      <w:r>
        <w:object w:dxaOrig="473" w:dyaOrig="5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3pt" o:ole="">
            <v:imagedata r:id="rId11" o:title=""/>
          </v:shape>
          <o:OLEObject Type="Embed" ProgID="Word.Picture.8" ShapeID="_x0000_i1025" DrawAspect="Content" ObjectID="_1809929591" r:id="rId12"/>
        </w:object>
      </w:r>
    </w:p>
    <w:p w:rsidR="004F144F" w:rsidRDefault="004F144F" w:rsidP="004F144F">
      <w:pPr>
        <w:pStyle w:val="Zakladnystyl"/>
        <w:jc w:val="center"/>
      </w:pPr>
    </w:p>
    <w:p w:rsidR="009B5D8C" w:rsidRDefault="004F144F" w:rsidP="004F144F">
      <w:pPr>
        <w:pStyle w:val="Zakladnystyl"/>
        <w:jc w:val="center"/>
      </w:pPr>
      <w:r>
        <w:t>(Návrh)</w:t>
      </w:r>
    </w:p>
    <w:p w:rsidR="007A0976" w:rsidRDefault="007A0976" w:rsidP="004F144F">
      <w:pPr>
        <w:pStyle w:val="Zakladnystyl"/>
        <w:jc w:val="center"/>
        <w:rPr>
          <w:sz w:val="28"/>
          <w:szCs w:val="28"/>
        </w:rPr>
      </w:pPr>
      <w:r>
        <w:rPr>
          <w:sz w:val="28"/>
          <w:szCs w:val="28"/>
        </w:rPr>
        <w:t>UZNESENIE VLÁDY SLOVENSKEJ REPUBLIKY</w:t>
      </w:r>
    </w:p>
    <w:p w:rsidR="007A0976" w:rsidRDefault="007A0976" w:rsidP="004F144F">
      <w:pPr>
        <w:pStyle w:val="Zakladnystyl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č.</w:t>
      </w:r>
      <w:r w:rsidR="00110842">
        <w:rPr>
          <w:b/>
          <w:bCs/>
          <w:sz w:val="32"/>
          <w:szCs w:val="32"/>
        </w:rPr>
        <w:t xml:space="preserve"> </w:t>
      </w:r>
    </w:p>
    <w:p w:rsidR="002A78F5" w:rsidRDefault="005A3DC5" w:rsidP="004F144F">
      <w:pPr>
        <w:pStyle w:val="Zakladnystyl"/>
        <w:jc w:val="center"/>
        <w:rPr>
          <w:sz w:val="28"/>
          <w:szCs w:val="28"/>
        </w:rPr>
      </w:pPr>
      <w:r>
        <w:rPr>
          <w:sz w:val="28"/>
          <w:szCs w:val="28"/>
        </w:rPr>
        <w:t>z</w:t>
      </w:r>
      <w:r w:rsidR="00C17DB9">
        <w:rPr>
          <w:sz w:val="28"/>
          <w:szCs w:val="28"/>
        </w:rPr>
        <w:t> </w:t>
      </w:r>
      <w:r w:rsidR="0088495D">
        <w:rPr>
          <w:sz w:val="28"/>
          <w:szCs w:val="28"/>
        </w:rPr>
        <w:t>...</w:t>
      </w:r>
      <w:r w:rsidR="008920FB">
        <w:rPr>
          <w:sz w:val="28"/>
          <w:szCs w:val="28"/>
        </w:rPr>
        <w:t xml:space="preserve"> </w:t>
      </w:r>
    </w:p>
    <w:p w:rsidR="007A0976" w:rsidRDefault="0019469C" w:rsidP="004F144F">
      <w:pPr>
        <w:pStyle w:val="Zakladnystyl"/>
        <w:tabs>
          <w:tab w:val="left" w:pos="376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A3DC5" w:rsidRPr="0041236B" w:rsidRDefault="007A0976" w:rsidP="004F144F">
      <w:pPr>
        <w:pStyle w:val="Zakladnystyl"/>
        <w:jc w:val="center"/>
        <w:rPr>
          <w:b/>
          <w:bCs/>
          <w:sz w:val="32"/>
          <w:szCs w:val="32"/>
        </w:rPr>
      </w:pPr>
      <w:r w:rsidRPr="0041236B">
        <w:rPr>
          <w:b/>
          <w:bCs/>
          <w:sz w:val="32"/>
          <w:szCs w:val="32"/>
        </w:rPr>
        <w:t>k</w:t>
      </w:r>
      <w:r w:rsidR="00735C66" w:rsidRPr="0041236B">
        <w:rPr>
          <w:b/>
          <w:bCs/>
          <w:sz w:val="32"/>
          <w:szCs w:val="32"/>
        </w:rPr>
        <w:t xml:space="preserve"> návrhu na </w:t>
      </w:r>
      <w:r w:rsidR="0001234D">
        <w:rPr>
          <w:b/>
          <w:bCs/>
          <w:sz w:val="32"/>
          <w:szCs w:val="32"/>
        </w:rPr>
        <w:t>vymenovanie splnomocnenca</w:t>
      </w:r>
      <w:r w:rsidR="009157C6">
        <w:rPr>
          <w:b/>
          <w:bCs/>
          <w:sz w:val="32"/>
          <w:szCs w:val="32"/>
        </w:rPr>
        <w:t xml:space="preserve"> </w:t>
      </w:r>
      <w:r w:rsidR="009157C6" w:rsidRPr="0041236B">
        <w:rPr>
          <w:b/>
          <w:bCs/>
          <w:sz w:val="32"/>
          <w:szCs w:val="32"/>
        </w:rPr>
        <w:t xml:space="preserve">vlády </w:t>
      </w:r>
      <w:r w:rsidR="009157C6" w:rsidRPr="0041236B">
        <w:rPr>
          <w:b/>
          <w:sz w:val="32"/>
          <w:szCs w:val="32"/>
        </w:rPr>
        <w:t>Slovenskej republiky</w:t>
      </w:r>
      <w:r w:rsidR="009157C6" w:rsidRPr="0041236B">
        <w:rPr>
          <w:b/>
          <w:bCs/>
          <w:sz w:val="32"/>
          <w:szCs w:val="32"/>
        </w:rPr>
        <w:t xml:space="preserve"> pre </w:t>
      </w:r>
      <w:r w:rsidR="0001234D">
        <w:rPr>
          <w:b/>
          <w:bCs/>
          <w:sz w:val="32"/>
          <w:szCs w:val="32"/>
        </w:rPr>
        <w:t>územnú samosprávu</w:t>
      </w:r>
    </w:p>
    <w:p w:rsidR="004F144F" w:rsidRDefault="004F144F" w:rsidP="004F144F">
      <w:pPr>
        <w:pStyle w:val="Zakladnystyl"/>
        <w:jc w:val="center"/>
      </w:pPr>
    </w:p>
    <w:tbl>
      <w:tblPr>
        <w:tblW w:w="0" w:type="auto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6804"/>
      </w:tblGrid>
      <w:tr w:rsidR="007A0976">
        <w:trPr>
          <w:trHeight w:val="397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</w:tcPr>
          <w:p w:rsidR="007A0976" w:rsidRDefault="007A0976" w:rsidP="004F144F">
            <w:pPr>
              <w:pStyle w:val="Zakladnystyl"/>
            </w:pPr>
            <w:r>
              <w:t>Číslo materiálu: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7A0976" w:rsidRDefault="007A0976" w:rsidP="004F144F">
            <w:pPr>
              <w:pStyle w:val="Zakladnystyl"/>
            </w:pPr>
          </w:p>
        </w:tc>
      </w:tr>
      <w:tr w:rsidR="007A0976">
        <w:trPr>
          <w:trHeight w:val="397"/>
        </w:trPr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0976" w:rsidRDefault="007A0976" w:rsidP="004F144F">
            <w:pPr>
              <w:pStyle w:val="Zakladnystyl"/>
            </w:pPr>
            <w:r>
              <w:t>Predkladateľ: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0976" w:rsidRDefault="00741FDB" w:rsidP="004F144F">
            <w:pPr>
              <w:pStyle w:val="Zakladnystyl"/>
              <w:jc w:val="both"/>
            </w:pPr>
            <w:r>
              <w:t>predseda vlády</w:t>
            </w:r>
          </w:p>
        </w:tc>
      </w:tr>
    </w:tbl>
    <w:p w:rsidR="008A14A3" w:rsidRDefault="008A14A3" w:rsidP="0041236B">
      <w:pPr>
        <w:pStyle w:val="Vlada"/>
        <w:spacing w:before="60" w:after="0"/>
        <w:rPr>
          <w:szCs w:val="28"/>
        </w:rPr>
      </w:pPr>
    </w:p>
    <w:p w:rsidR="007A0976" w:rsidRPr="004F144F" w:rsidRDefault="007A0976" w:rsidP="0041236B">
      <w:pPr>
        <w:pStyle w:val="Vlada"/>
        <w:spacing w:before="60" w:after="0"/>
        <w:rPr>
          <w:szCs w:val="28"/>
        </w:rPr>
      </w:pPr>
      <w:r w:rsidRPr="004F144F">
        <w:rPr>
          <w:szCs w:val="28"/>
        </w:rPr>
        <w:t>Vláda</w:t>
      </w:r>
    </w:p>
    <w:p w:rsidR="004F144F" w:rsidRPr="004F144F" w:rsidRDefault="004F144F" w:rsidP="0041236B">
      <w:pPr>
        <w:pStyle w:val="Nadpis2"/>
        <w:numPr>
          <w:ilvl w:val="0"/>
          <w:numId w:val="0"/>
        </w:numPr>
        <w:spacing w:before="60"/>
        <w:ind w:left="1418"/>
      </w:pPr>
    </w:p>
    <w:p w:rsidR="00195252" w:rsidRPr="00883DB8" w:rsidRDefault="00195252" w:rsidP="0041236B">
      <w:pPr>
        <w:pStyle w:val="Nadpis1"/>
        <w:spacing w:before="60"/>
      </w:pPr>
      <w:r w:rsidRPr="00883DB8">
        <w:t>vymenúva</w:t>
      </w:r>
    </w:p>
    <w:p w:rsidR="00F03085" w:rsidRDefault="00F03085" w:rsidP="0041236B">
      <w:pPr>
        <w:pStyle w:val="Nadpis2"/>
        <w:numPr>
          <w:ilvl w:val="0"/>
          <w:numId w:val="0"/>
        </w:numPr>
        <w:spacing w:before="60"/>
        <w:ind w:left="1418"/>
      </w:pPr>
    </w:p>
    <w:p w:rsidR="00F03085" w:rsidRDefault="0001234D" w:rsidP="00F03085">
      <w:pPr>
        <w:pStyle w:val="Nadpis2"/>
      </w:pPr>
      <w:r>
        <w:t xml:space="preserve">Michala </w:t>
      </w:r>
      <w:proofErr w:type="spellStart"/>
      <w:r>
        <w:t>Kaliňáka</w:t>
      </w:r>
      <w:proofErr w:type="spellEnd"/>
    </w:p>
    <w:p w:rsidR="00421958" w:rsidRDefault="00195252" w:rsidP="008A14A3">
      <w:pPr>
        <w:pStyle w:val="Nadpis2"/>
        <w:numPr>
          <w:ilvl w:val="0"/>
          <w:numId w:val="0"/>
        </w:numPr>
        <w:spacing w:before="60"/>
        <w:ind w:left="1418"/>
      </w:pPr>
      <w:r>
        <w:t xml:space="preserve">do funkcie </w:t>
      </w:r>
      <w:r w:rsidR="0001234D">
        <w:t>splnomocnenca</w:t>
      </w:r>
      <w:r w:rsidR="00F03085">
        <w:t xml:space="preserve"> </w:t>
      </w:r>
      <w:r>
        <w:t>vlády S</w:t>
      </w:r>
      <w:r w:rsidR="0041236B">
        <w:t>lovenskej republiky</w:t>
      </w:r>
      <w:r w:rsidR="008A14A3">
        <w:t xml:space="preserve"> pre </w:t>
      </w:r>
      <w:r w:rsidR="0001234D">
        <w:t>územnú samosprávu</w:t>
      </w:r>
      <w:r w:rsidR="005932B2">
        <w:t>;</w:t>
      </w:r>
    </w:p>
    <w:p w:rsidR="0001234D" w:rsidRDefault="0001234D" w:rsidP="00312BC7">
      <w:pPr>
        <w:pStyle w:val="Nadpis4"/>
        <w:spacing w:before="60" w:after="0"/>
      </w:pPr>
    </w:p>
    <w:p w:rsidR="00312BC7" w:rsidRPr="005932B2" w:rsidRDefault="00195252" w:rsidP="00312BC7">
      <w:pPr>
        <w:pStyle w:val="Nadpis4"/>
        <w:spacing w:before="60" w:after="0"/>
      </w:pPr>
      <w:r w:rsidRPr="005932B2">
        <w:t xml:space="preserve">dňom </w:t>
      </w:r>
      <w:r w:rsidR="0001234D" w:rsidRPr="005932B2">
        <w:t>29</w:t>
      </w:r>
      <w:r w:rsidR="004529F5" w:rsidRPr="005932B2">
        <w:t>.</w:t>
      </w:r>
      <w:r w:rsidR="00421958" w:rsidRPr="005932B2">
        <w:t xml:space="preserve"> </w:t>
      </w:r>
      <w:r w:rsidR="0001234D" w:rsidRPr="005932B2">
        <w:t>mája 2025</w:t>
      </w:r>
    </w:p>
    <w:p w:rsidR="00883DB8" w:rsidRDefault="00883DB8" w:rsidP="00883DB8">
      <w:pPr>
        <w:pStyle w:val="Nadpis1"/>
      </w:pPr>
      <w:r>
        <w:t>schvaľuje</w:t>
      </w:r>
    </w:p>
    <w:p w:rsidR="00883DB8" w:rsidRDefault="00883DB8" w:rsidP="00883DB8">
      <w:pPr>
        <w:pStyle w:val="Nosite"/>
        <w:rPr>
          <w:b w:val="0"/>
        </w:rPr>
      </w:pPr>
      <w:r w:rsidRPr="00883DB8">
        <w:rPr>
          <w:b w:val="0"/>
        </w:rPr>
        <w:t>B.1.</w:t>
      </w:r>
      <w:r>
        <w:rPr>
          <w:b w:val="0"/>
        </w:rPr>
        <w:tab/>
        <w:t xml:space="preserve">štatút splnomocnenca vlády Slovenskej republiky pre územnú </w:t>
      </w:r>
      <w:r w:rsidR="005932B2">
        <w:rPr>
          <w:b w:val="0"/>
        </w:rPr>
        <w:t>samosprávu;</w:t>
      </w:r>
    </w:p>
    <w:p w:rsidR="00883DB8" w:rsidRDefault="00883DB8" w:rsidP="00883DB8">
      <w:pPr>
        <w:pStyle w:val="Nadpis1"/>
      </w:pPr>
      <w:r>
        <w:t>ukladá</w:t>
      </w:r>
    </w:p>
    <w:p w:rsidR="00883DB8" w:rsidRDefault="00883DB8" w:rsidP="00883DB8">
      <w:pPr>
        <w:pStyle w:val="Nosite"/>
      </w:pPr>
      <w:r>
        <w:t>splnomocnencovi vlády SR pre územnú samosprávu</w:t>
      </w:r>
    </w:p>
    <w:p w:rsidR="00883DB8" w:rsidRDefault="00883DB8" w:rsidP="00883DB8">
      <w:pPr>
        <w:pStyle w:val="Nadpis2"/>
      </w:pPr>
      <w:r>
        <w:t>zabezpečiť uverejnenie Štatútu splnomocnenca vlády Slovenskej republiky pre územnú samosprávu</w:t>
      </w:r>
    </w:p>
    <w:p w:rsidR="00883DB8" w:rsidRPr="00883DB8" w:rsidRDefault="00883DB8" w:rsidP="00883DB8">
      <w:pPr>
        <w:pStyle w:val="Nadpis2"/>
        <w:numPr>
          <w:ilvl w:val="0"/>
          <w:numId w:val="0"/>
        </w:numPr>
        <w:ind w:left="1418"/>
        <w:rPr>
          <w:i/>
        </w:rPr>
      </w:pPr>
      <w:r w:rsidRPr="005932B2">
        <w:rPr>
          <w:i/>
        </w:rPr>
        <w:t>do 1. júna 2025.</w:t>
      </w:r>
    </w:p>
    <w:p w:rsidR="004F144F" w:rsidRPr="004F144F" w:rsidRDefault="004F144F" w:rsidP="004F144F">
      <w:pPr>
        <w:pStyle w:val="Vykonajzoznam"/>
      </w:pPr>
    </w:p>
    <w:p w:rsidR="0088495D" w:rsidRDefault="0088495D" w:rsidP="004F144F">
      <w:pPr>
        <w:pStyle w:val="Vykonaj"/>
        <w:spacing w:before="0"/>
      </w:pPr>
    </w:p>
    <w:p w:rsidR="0001234D" w:rsidRDefault="0001234D" w:rsidP="004F144F">
      <w:pPr>
        <w:pStyle w:val="Vykonaj"/>
        <w:spacing w:before="0"/>
      </w:pPr>
    </w:p>
    <w:p w:rsidR="0001234D" w:rsidRDefault="0001234D" w:rsidP="004F144F">
      <w:pPr>
        <w:pStyle w:val="Vykonaj"/>
        <w:spacing w:before="0"/>
      </w:pPr>
      <w:bookmarkStart w:id="0" w:name="_GoBack"/>
      <w:bookmarkEnd w:id="0"/>
    </w:p>
    <w:p w:rsidR="00195252" w:rsidRDefault="00195252" w:rsidP="004F144F">
      <w:pPr>
        <w:pStyle w:val="Vykonaj"/>
        <w:spacing w:before="0"/>
        <w:rPr>
          <w:b w:val="0"/>
        </w:rPr>
      </w:pPr>
      <w:r>
        <w:t>Vykon</w:t>
      </w:r>
      <w:r w:rsidR="00883DB8">
        <w:t>ajú</w:t>
      </w:r>
      <w:r>
        <w:t>:</w:t>
      </w:r>
      <w:r>
        <w:tab/>
      </w:r>
      <w:r w:rsidRPr="00195252">
        <w:rPr>
          <w:b w:val="0"/>
        </w:rPr>
        <w:t>predseda vlády</w:t>
      </w:r>
    </w:p>
    <w:p w:rsidR="00883DB8" w:rsidRPr="00883DB8" w:rsidRDefault="00883DB8" w:rsidP="00883DB8">
      <w:pPr>
        <w:pStyle w:val="Vykonajzoznam"/>
      </w:pPr>
      <w:r>
        <w:t>splnomocnenec vlády SR pre územnú samosprávu</w:t>
      </w:r>
    </w:p>
    <w:p w:rsidR="0073798F" w:rsidRPr="0073798F" w:rsidRDefault="0073798F" w:rsidP="004F144F">
      <w:pPr>
        <w:pStyle w:val="Navedomie"/>
        <w:spacing w:before="0"/>
        <w:rPr>
          <w:b w:val="0"/>
        </w:rPr>
      </w:pPr>
    </w:p>
    <w:sectPr w:rsidR="0073798F" w:rsidRPr="0073798F" w:rsidSect="00883DB8">
      <w:headerReference w:type="default" r:id="rId13"/>
      <w:pgSz w:w="11906" w:h="16838"/>
      <w:pgMar w:top="1247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00C" w:rsidRDefault="0082400C">
      <w:r>
        <w:separator/>
      </w:r>
    </w:p>
  </w:endnote>
  <w:endnote w:type="continuationSeparator" w:id="0">
    <w:p w:rsidR="0082400C" w:rsidRDefault="00824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00C" w:rsidRDefault="0082400C">
      <w:r>
        <w:separator/>
      </w:r>
    </w:p>
  </w:footnote>
  <w:footnote w:type="continuationSeparator" w:id="0">
    <w:p w:rsidR="0082400C" w:rsidRDefault="00824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C66" w:rsidRDefault="00735C66" w:rsidP="00883DB8">
    <w:pPr>
      <w:pStyle w:val="Zakladnystyl"/>
      <w:jc w:val="center"/>
    </w:pPr>
    <w:r>
      <w:t>VLÁDA SLOVENSKEJ REPUBLIKY</w:t>
    </w:r>
  </w:p>
  <w:p w:rsidR="00735C66" w:rsidRDefault="00735C6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20256"/>
    <w:multiLevelType w:val="hybridMultilevel"/>
    <w:tmpl w:val="30FEF27E"/>
    <w:lvl w:ilvl="0" w:tplc="7B283810">
      <w:start w:val="1"/>
      <w:numFmt w:val="upperLetter"/>
      <w:lvlText w:val="%1."/>
      <w:lvlJc w:val="left"/>
      <w:pPr>
        <w:ind w:left="66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" w15:restartNumberingAfterBreak="0">
    <w:nsid w:val="122550DC"/>
    <w:multiLevelType w:val="hybridMultilevel"/>
    <w:tmpl w:val="1EC2811A"/>
    <w:lvl w:ilvl="0" w:tplc="3E8E4C0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B8442D4"/>
    <w:multiLevelType w:val="multilevel"/>
    <w:tmpl w:val="9AE01AF8"/>
    <w:lvl w:ilvl="0">
      <w:start w:val="1"/>
      <w:numFmt w:val="upperLetter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18"/>
        </w:tabs>
        <w:ind w:left="1418" w:hanging="85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none"/>
      <w:lvlRestart w:val="0"/>
      <w:pStyle w:val="Nadpis3"/>
      <w:lvlText w:val=""/>
      <w:lvlJc w:val="left"/>
      <w:pPr>
        <w:tabs>
          <w:tab w:val="num" w:pos="1418"/>
        </w:tabs>
        <w:ind w:left="1418" w:hanging="85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none"/>
      <w:pStyle w:val="Nadpis4"/>
      <w:lvlText w:val="%4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/>
        <w:iCs/>
        <w:sz w:val="24"/>
        <w:szCs w:val="24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240C0CFE"/>
    <w:multiLevelType w:val="hybridMultilevel"/>
    <w:tmpl w:val="04105572"/>
    <w:lvl w:ilvl="0" w:tplc="DA4AD8D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4" w15:restartNumberingAfterBreak="0">
    <w:nsid w:val="269E23E3"/>
    <w:multiLevelType w:val="hybridMultilevel"/>
    <w:tmpl w:val="0194DBA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665D5E"/>
    <w:multiLevelType w:val="singleLevel"/>
    <w:tmpl w:val="2ECCA946"/>
    <w:lvl w:ilvl="0">
      <w:start w:val="1"/>
      <w:numFmt w:val="upperLetter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</w:abstractNum>
  <w:abstractNum w:abstractNumId="6" w15:restartNumberingAfterBreak="0">
    <w:nsid w:val="36005235"/>
    <w:multiLevelType w:val="hybridMultilevel"/>
    <w:tmpl w:val="0D782ACC"/>
    <w:lvl w:ilvl="0" w:tplc="74344D9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 w15:restartNumberingAfterBreak="0">
    <w:nsid w:val="378A621A"/>
    <w:multiLevelType w:val="hybridMultilevel"/>
    <w:tmpl w:val="20ACB292"/>
    <w:lvl w:ilvl="0" w:tplc="B0E8512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8DA40FA"/>
    <w:multiLevelType w:val="hybridMultilevel"/>
    <w:tmpl w:val="02086962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DB5078F"/>
    <w:multiLevelType w:val="hybridMultilevel"/>
    <w:tmpl w:val="06A4263C"/>
    <w:lvl w:ilvl="0" w:tplc="C734C272">
      <w:start w:val="2"/>
      <w:numFmt w:val="upperLetter"/>
      <w:lvlText w:val="%1."/>
      <w:lvlJc w:val="left"/>
      <w:pPr>
        <w:tabs>
          <w:tab w:val="num" w:pos="1050"/>
        </w:tabs>
        <w:ind w:left="1050" w:hanging="69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3F95EF0"/>
    <w:multiLevelType w:val="hybridMultilevel"/>
    <w:tmpl w:val="126C2460"/>
    <w:lvl w:ilvl="0" w:tplc="35205876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1" w15:restartNumberingAfterBreak="0">
    <w:nsid w:val="599C0C9A"/>
    <w:multiLevelType w:val="singleLevel"/>
    <w:tmpl w:val="B436FE94"/>
    <w:lvl w:ilvl="0">
      <w:start w:val="1"/>
      <w:numFmt w:val="upperLetter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2" w15:restartNumberingAfterBreak="0">
    <w:nsid w:val="72294F0A"/>
    <w:multiLevelType w:val="hybridMultilevel"/>
    <w:tmpl w:val="8F149B6C"/>
    <w:lvl w:ilvl="0" w:tplc="218C410A">
      <w:start w:val="4"/>
      <w:numFmt w:val="upperLetter"/>
      <w:lvlText w:val="%1."/>
      <w:lvlJc w:val="left"/>
      <w:pPr>
        <w:ind w:left="10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13" w15:restartNumberingAfterBreak="0">
    <w:nsid w:val="73957430"/>
    <w:multiLevelType w:val="hybridMultilevel"/>
    <w:tmpl w:val="36245104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5D96182"/>
    <w:multiLevelType w:val="hybridMultilevel"/>
    <w:tmpl w:val="8F64533C"/>
    <w:lvl w:ilvl="0" w:tplc="42A406F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5" w15:restartNumberingAfterBreak="0">
    <w:nsid w:val="7C5E705D"/>
    <w:multiLevelType w:val="hybridMultilevel"/>
    <w:tmpl w:val="C736D744"/>
    <w:lvl w:ilvl="0" w:tplc="2D64C9F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7D1433A7"/>
    <w:multiLevelType w:val="multilevel"/>
    <w:tmpl w:val="A352F79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1701" w:hanging="113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7" w15:restartNumberingAfterBreak="0">
    <w:nsid w:val="7E2112EE"/>
    <w:multiLevelType w:val="hybridMultilevel"/>
    <w:tmpl w:val="82AA1B80"/>
    <w:lvl w:ilvl="0" w:tplc="8354C71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16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7"/>
  </w:num>
  <w:num w:numId="11">
    <w:abstractNumId w:val="12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5"/>
  </w:num>
  <w:num w:numId="15">
    <w:abstractNumId w:val="14"/>
  </w:num>
  <w:num w:numId="16">
    <w:abstractNumId w:val="17"/>
  </w:num>
  <w:num w:numId="17">
    <w:abstractNumId w:val="10"/>
  </w:num>
  <w:num w:numId="18">
    <w:abstractNumId w:val="6"/>
  </w:num>
  <w:num w:numId="1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020"/>
    <w:rsid w:val="000024CE"/>
    <w:rsid w:val="00002BDA"/>
    <w:rsid w:val="00003612"/>
    <w:rsid w:val="000061D4"/>
    <w:rsid w:val="0001234D"/>
    <w:rsid w:val="00014249"/>
    <w:rsid w:val="00024559"/>
    <w:rsid w:val="00031E6C"/>
    <w:rsid w:val="00035A06"/>
    <w:rsid w:val="00037A62"/>
    <w:rsid w:val="000404AA"/>
    <w:rsid w:val="0004336F"/>
    <w:rsid w:val="000458E7"/>
    <w:rsid w:val="00047E0E"/>
    <w:rsid w:val="00051926"/>
    <w:rsid w:val="000634D0"/>
    <w:rsid w:val="000725DA"/>
    <w:rsid w:val="000772B7"/>
    <w:rsid w:val="00077A07"/>
    <w:rsid w:val="00077BCA"/>
    <w:rsid w:val="000816A7"/>
    <w:rsid w:val="00085696"/>
    <w:rsid w:val="0008672B"/>
    <w:rsid w:val="000953A5"/>
    <w:rsid w:val="000B5728"/>
    <w:rsid w:val="000B5C87"/>
    <w:rsid w:val="000C0504"/>
    <w:rsid w:val="000C1C77"/>
    <w:rsid w:val="000C2780"/>
    <w:rsid w:val="000C3505"/>
    <w:rsid w:val="000C356B"/>
    <w:rsid w:val="000D165F"/>
    <w:rsid w:val="000D3A64"/>
    <w:rsid w:val="000D4291"/>
    <w:rsid w:val="000D6365"/>
    <w:rsid w:val="000E0E65"/>
    <w:rsid w:val="000E4F83"/>
    <w:rsid w:val="000E6C01"/>
    <w:rsid w:val="000E7195"/>
    <w:rsid w:val="000F0F82"/>
    <w:rsid w:val="000F24B9"/>
    <w:rsid w:val="000F62A1"/>
    <w:rsid w:val="001052C5"/>
    <w:rsid w:val="00106E26"/>
    <w:rsid w:val="0010739F"/>
    <w:rsid w:val="001100C9"/>
    <w:rsid w:val="00110842"/>
    <w:rsid w:val="001120C3"/>
    <w:rsid w:val="001212A1"/>
    <w:rsid w:val="00121554"/>
    <w:rsid w:val="001248D6"/>
    <w:rsid w:val="00130D23"/>
    <w:rsid w:val="001324D9"/>
    <w:rsid w:val="00133974"/>
    <w:rsid w:val="00141308"/>
    <w:rsid w:val="00146ED8"/>
    <w:rsid w:val="00152940"/>
    <w:rsid w:val="00155DE0"/>
    <w:rsid w:val="00162E8C"/>
    <w:rsid w:val="00163A5B"/>
    <w:rsid w:val="001644F4"/>
    <w:rsid w:val="001657BB"/>
    <w:rsid w:val="0017356E"/>
    <w:rsid w:val="00177385"/>
    <w:rsid w:val="001803CE"/>
    <w:rsid w:val="00181A87"/>
    <w:rsid w:val="00182472"/>
    <w:rsid w:val="001829D7"/>
    <w:rsid w:val="00182BCD"/>
    <w:rsid w:val="00185C17"/>
    <w:rsid w:val="00185D36"/>
    <w:rsid w:val="001941E2"/>
    <w:rsid w:val="0019469C"/>
    <w:rsid w:val="00195252"/>
    <w:rsid w:val="001A061A"/>
    <w:rsid w:val="001A107E"/>
    <w:rsid w:val="001A1E19"/>
    <w:rsid w:val="001A25BE"/>
    <w:rsid w:val="001B0324"/>
    <w:rsid w:val="001B262E"/>
    <w:rsid w:val="001B7488"/>
    <w:rsid w:val="001D0D5C"/>
    <w:rsid w:val="001D55CA"/>
    <w:rsid w:val="001D7FC6"/>
    <w:rsid w:val="001E17D0"/>
    <w:rsid w:val="001F1349"/>
    <w:rsid w:val="0020068B"/>
    <w:rsid w:val="0020103D"/>
    <w:rsid w:val="00206885"/>
    <w:rsid w:val="00206F45"/>
    <w:rsid w:val="0022190C"/>
    <w:rsid w:val="00222C4A"/>
    <w:rsid w:val="00224D21"/>
    <w:rsid w:val="00225532"/>
    <w:rsid w:val="00225BFB"/>
    <w:rsid w:val="00231777"/>
    <w:rsid w:val="0023182B"/>
    <w:rsid w:val="00233F02"/>
    <w:rsid w:val="00234095"/>
    <w:rsid w:val="002346B0"/>
    <w:rsid w:val="0024319B"/>
    <w:rsid w:val="00244090"/>
    <w:rsid w:val="0024426C"/>
    <w:rsid w:val="002464FD"/>
    <w:rsid w:val="002474BE"/>
    <w:rsid w:val="00253601"/>
    <w:rsid w:val="002544B5"/>
    <w:rsid w:val="00257A2F"/>
    <w:rsid w:val="00257BAE"/>
    <w:rsid w:val="00261BBA"/>
    <w:rsid w:val="00262288"/>
    <w:rsid w:val="0026294A"/>
    <w:rsid w:val="002756C8"/>
    <w:rsid w:val="00276FF9"/>
    <w:rsid w:val="00282A5B"/>
    <w:rsid w:val="0028446B"/>
    <w:rsid w:val="00285F85"/>
    <w:rsid w:val="00290AE7"/>
    <w:rsid w:val="002949E3"/>
    <w:rsid w:val="00295A74"/>
    <w:rsid w:val="00296B0A"/>
    <w:rsid w:val="002A341B"/>
    <w:rsid w:val="002A50EB"/>
    <w:rsid w:val="002A75DA"/>
    <w:rsid w:val="002A78F5"/>
    <w:rsid w:val="002B5E7C"/>
    <w:rsid w:val="002C4243"/>
    <w:rsid w:val="002C6EE0"/>
    <w:rsid w:val="002D2144"/>
    <w:rsid w:val="002E0059"/>
    <w:rsid w:val="002E03F8"/>
    <w:rsid w:val="002E04FE"/>
    <w:rsid w:val="002E1D5C"/>
    <w:rsid w:val="002E316B"/>
    <w:rsid w:val="002E75C5"/>
    <w:rsid w:val="002F0460"/>
    <w:rsid w:val="002F6BD0"/>
    <w:rsid w:val="0030200D"/>
    <w:rsid w:val="003021AF"/>
    <w:rsid w:val="003028D1"/>
    <w:rsid w:val="00303C64"/>
    <w:rsid w:val="00303D07"/>
    <w:rsid w:val="003049EC"/>
    <w:rsid w:val="003065A5"/>
    <w:rsid w:val="0031018B"/>
    <w:rsid w:val="0031068E"/>
    <w:rsid w:val="00312BC7"/>
    <w:rsid w:val="003154F9"/>
    <w:rsid w:val="00315F3B"/>
    <w:rsid w:val="00321B47"/>
    <w:rsid w:val="00323CBC"/>
    <w:rsid w:val="003246F5"/>
    <w:rsid w:val="003305BE"/>
    <w:rsid w:val="00332624"/>
    <w:rsid w:val="00335FD8"/>
    <w:rsid w:val="003415E5"/>
    <w:rsid w:val="00342C4E"/>
    <w:rsid w:val="00346334"/>
    <w:rsid w:val="003501DF"/>
    <w:rsid w:val="00352E6A"/>
    <w:rsid w:val="00356C93"/>
    <w:rsid w:val="0036778C"/>
    <w:rsid w:val="003679CF"/>
    <w:rsid w:val="00371961"/>
    <w:rsid w:val="00377262"/>
    <w:rsid w:val="00377535"/>
    <w:rsid w:val="00387E77"/>
    <w:rsid w:val="0039432B"/>
    <w:rsid w:val="00396D20"/>
    <w:rsid w:val="003A37B3"/>
    <w:rsid w:val="003B0AF9"/>
    <w:rsid w:val="003B4116"/>
    <w:rsid w:val="003C340C"/>
    <w:rsid w:val="003D0057"/>
    <w:rsid w:val="003D4633"/>
    <w:rsid w:val="003E0BAB"/>
    <w:rsid w:val="003E0E4D"/>
    <w:rsid w:val="003E3143"/>
    <w:rsid w:val="003E40D2"/>
    <w:rsid w:val="003E687F"/>
    <w:rsid w:val="003F379B"/>
    <w:rsid w:val="003F4DC9"/>
    <w:rsid w:val="003F6658"/>
    <w:rsid w:val="003F6EA7"/>
    <w:rsid w:val="003F7738"/>
    <w:rsid w:val="00401B2D"/>
    <w:rsid w:val="00402F3C"/>
    <w:rsid w:val="00403025"/>
    <w:rsid w:val="004072A3"/>
    <w:rsid w:val="0041236B"/>
    <w:rsid w:val="004134BD"/>
    <w:rsid w:val="00413E1D"/>
    <w:rsid w:val="004141A9"/>
    <w:rsid w:val="00421958"/>
    <w:rsid w:val="00430CE2"/>
    <w:rsid w:val="00431189"/>
    <w:rsid w:val="00431F6A"/>
    <w:rsid w:val="0043424E"/>
    <w:rsid w:val="004356BD"/>
    <w:rsid w:val="004359AE"/>
    <w:rsid w:val="00447A80"/>
    <w:rsid w:val="0045073C"/>
    <w:rsid w:val="004529F5"/>
    <w:rsid w:val="004610E4"/>
    <w:rsid w:val="00472BB6"/>
    <w:rsid w:val="00472F12"/>
    <w:rsid w:val="00484406"/>
    <w:rsid w:val="004862A2"/>
    <w:rsid w:val="004870EC"/>
    <w:rsid w:val="00495216"/>
    <w:rsid w:val="0049622A"/>
    <w:rsid w:val="004965AA"/>
    <w:rsid w:val="00496A79"/>
    <w:rsid w:val="004A2EE3"/>
    <w:rsid w:val="004A3FDD"/>
    <w:rsid w:val="004A716C"/>
    <w:rsid w:val="004B2CB5"/>
    <w:rsid w:val="004C3966"/>
    <w:rsid w:val="004C41E7"/>
    <w:rsid w:val="004C54A8"/>
    <w:rsid w:val="004D5189"/>
    <w:rsid w:val="004E0646"/>
    <w:rsid w:val="004E2C59"/>
    <w:rsid w:val="004F0CF3"/>
    <w:rsid w:val="004F144F"/>
    <w:rsid w:val="004F2457"/>
    <w:rsid w:val="004F6A97"/>
    <w:rsid w:val="0051165E"/>
    <w:rsid w:val="00512CBB"/>
    <w:rsid w:val="00513FDB"/>
    <w:rsid w:val="00514F63"/>
    <w:rsid w:val="0051765A"/>
    <w:rsid w:val="00523185"/>
    <w:rsid w:val="005254F8"/>
    <w:rsid w:val="00526D17"/>
    <w:rsid w:val="005443DC"/>
    <w:rsid w:val="00544E38"/>
    <w:rsid w:val="005478C8"/>
    <w:rsid w:val="0055066E"/>
    <w:rsid w:val="0055073E"/>
    <w:rsid w:val="005508B8"/>
    <w:rsid w:val="00551CAC"/>
    <w:rsid w:val="00560FF4"/>
    <w:rsid w:val="00561A3D"/>
    <w:rsid w:val="00562427"/>
    <w:rsid w:val="00570DBF"/>
    <w:rsid w:val="0057307E"/>
    <w:rsid w:val="00573774"/>
    <w:rsid w:val="00577359"/>
    <w:rsid w:val="005775AB"/>
    <w:rsid w:val="00582C69"/>
    <w:rsid w:val="00583C33"/>
    <w:rsid w:val="00584066"/>
    <w:rsid w:val="00587A0E"/>
    <w:rsid w:val="00590182"/>
    <w:rsid w:val="005913A8"/>
    <w:rsid w:val="00592ECF"/>
    <w:rsid w:val="005932B2"/>
    <w:rsid w:val="0059468F"/>
    <w:rsid w:val="00597165"/>
    <w:rsid w:val="00597EE0"/>
    <w:rsid w:val="005A0482"/>
    <w:rsid w:val="005A04E4"/>
    <w:rsid w:val="005A13F4"/>
    <w:rsid w:val="005A145F"/>
    <w:rsid w:val="005A15E3"/>
    <w:rsid w:val="005A2302"/>
    <w:rsid w:val="005A3DC5"/>
    <w:rsid w:val="005A6BC2"/>
    <w:rsid w:val="005B7BEE"/>
    <w:rsid w:val="005C27ED"/>
    <w:rsid w:val="005C2DBA"/>
    <w:rsid w:val="005C3980"/>
    <w:rsid w:val="005C46F4"/>
    <w:rsid w:val="005C6791"/>
    <w:rsid w:val="005C73AB"/>
    <w:rsid w:val="005D5C47"/>
    <w:rsid w:val="005D7A3F"/>
    <w:rsid w:val="005F1ADF"/>
    <w:rsid w:val="005F2425"/>
    <w:rsid w:val="005F5091"/>
    <w:rsid w:val="005F55D4"/>
    <w:rsid w:val="005F6FE8"/>
    <w:rsid w:val="00603CED"/>
    <w:rsid w:val="006120A8"/>
    <w:rsid w:val="0061552A"/>
    <w:rsid w:val="00615EC6"/>
    <w:rsid w:val="006166DC"/>
    <w:rsid w:val="00626F3E"/>
    <w:rsid w:val="00631CAE"/>
    <w:rsid w:val="0063434E"/>
    <w:rsid w:val="0064016E"/>
    <w:rsid w:val="00640A75"/>
    <w:rsid w:val="00642BB6"/>
    <w:rsid w:val="00642C34"/>
    <w:rsid w:val="00642E6E"/>
    <w:rsid w:val="0064437A"/>
    <w:rsid w:val="006458EC"/>
    <w:rsid w:val="006517E5"/>
    <w:rsid w:val="006558D0"/>
    <w:rsid w:val="006606CE"/>
    <w:rsid w:val="00665736"/>
    <w:rsid w:val="0067277B"/>
    <w:rsid w:val="0067386D"/>
    <w:rsid w:val="006774E2"/>
    <w:rsid w:val="006846B5"/>
    <w:rsid w:val="00686864"/>
    <w:rsid w:val="00692E8E"/>
    <w:rsid w:val="00696109"/>
    <w:rsid w:val="006A579D"/>
    <w:rsid w:val="006B16F1"/>
    <w:rsid w:val="006B2527"/>
    <w:rsid w:val="006B38F2"/>
    <w:rsid w:val="006B635C"/>
    <w:rsid w:val="006B6555"/>
    <w:rsid w:val="006C08BB"/>
    <w:rsid w:val="006C3928"/>
    <w:rsid w:val="006C3959"/>
    <w:rsid w:val="006C3BA2"/>
    <w:rsid w:val="006C3EAE"/>
    <w:rsid w:val="006D5384"/>
    <w:rsid w:val="006D6B7A"/>
    <w:rsid w:val="006E10D0"/>
    <w:rsid w:val="006E161D"/>
    <w:rsid w:val="006F1EFB"/>
    <w:rsid w:val="006F6470"/>
    <w:rsid w:val="006F7DA5"/>
    <w:rsid w:val="0070349A"/>
    <w:rsid w:val="00711378"/>
    <w:rsid w:val="007129F7"/>
    <w:rsid w:val="007332CC"/>
    <w:rsid w:val="007348D5"/>
    <w:rsid w:val="00735C66"/>
    <w:rsid w:val="0073798F"/>
    <w:rsid w:val="00741FDB"/>
    <w:rsid w:val="00743D91"/>
    <w:rsid w:val="00747F79"/>
    <w:rsid w:val="0075334C"/>
    <w:rsid w:val="00753D7E"/>
    <w:rsid w:val="00761989"/>
    <w:rsid w:val="00763C4C"/>
    <w:rsid w:val="007643ED"/>
    <w:rsid w:val="00770270"/>
    <w:rsid w:val="0077132E"/>
    <w:rsid w:val="00771A22"/>
    <w:rsid w:val="007740EA"/>
    <w:rsid w:val="00781A5C"/>
    <w:rsid w:val="0078312C"/>
    <w:rsid w:val="0078648C"/>
    <w:rsid w:val="00794F92"/>
    <w:rsid w:val="007964A5"/>
    <w:rsid w:val="007A0976"/>
    <w:rsid w:val="007A1E8B"/>
    <w:rsid w:val="007A27B6"/>
    <w:rsid w:val="007A4AAB"/>
    <w:rsid w:val="007B332C"/>
    <w:rsid w:val="007B4D12"/>
    <w:rsid w:val="007C01F4"/>
    <w:rsid w:val="007C0255"/>
    <w:rsid w:val="007C2824"/>
    <w:rsid w:val="007C2F47"/>
    <w:rsid w:val="007C7622"/>
    <w:rsid w:val="007D49FF"/>
    <w:rsid w:val="007D6B4A"/>
    <w:rsid w:val="007D78EA"/>
    <w:rsid w:val="007E2E00"/>
    <w:rsid w:val="007E4516"/>
    <w:rsid w:val="007E616B"/>
    <w:rsid w:val="007E62BB"/>
    <w:rsid w:val="007F0F52"/>
    <w:rsid w:val="007F1E67"/>
    <w:rsid w:val="007F4DAC"/>
    <w:rsid w:val="007F62C1"/>
    <w:rsid w:val="00806130"/>
    <w:rsid w:val="00810590"/>
    <w:rsid w:val="00810CA9"/>
    <w:rsid w:val="00812116"/>
    <w:rsid w:val="0081494E"/>
    <w:rsid w:val="0082172D"/>
    <w:rsid w:val="00823308"/>
    <w:rsid w:val="008235BF"/>
    <w:rsid w:val="0082400C"/>
    <w:rsid w:val="00824FBC"/>
    <w:rsid w:val="00825C64"/>
    <w:rsid w:val="00825D86"/>
    <w:rsid w:val="00825ED6"/>
    <w:rsid w:val="00827905"/>
    <w:rsid w:val="00830E88"/>
    <w:rsid w:val="00844DEC"/>
    <w:rsid w:val="0084681A"/>
    <w:rsid w:val="00846A7E"/>
    <w:rsid w:val="00847A99"/>
    <w:rsid w:val="00864D1E"/>
    <w:rsid w:val="00867898"/>
    <w:rsid w:val="0087343A"/>
    <w:rsid w:val="00874253"/>
    <w:rsid w:val="0088148A"/>
    <w:rsid w:val="00883DB8"/>
    <w:rsid w:val="0088495D"/>
    <w:rsid w:val="00884B85"/>
    <w:rsid w:val="008920FB"/>
    <w:rsid w:val="008924D2"/>
    <w:rsid w:val="008A0AB1"/>
    <w:rsid w:val="008A14A3"/>
    <w:rsid w:val="008A1875"/>
    <w:rsid w:val="008A1F53"/>
    <w:rsid w:val="008A2759"/>
    <w:rsid w:val="008A7E94"/>
    <w:rsid w:val="008B1BB2"/>
    <w:rsid w:val="008B3177"/>
    <w:rsid w:val="008B3462"/>
    <w:rsid w:val="008B3A0E"/>
    <w:rsid w:val="008D0262"/>
    <w:rsid w:val="008E464F"/>
    <w:rsid w:val="008E7218"/>
    <w:rsid w:val="008F3952"/>
    <w:rsid w:val="008F511A"/>
    <w:rsid w:val="008F7AEE"/>
    <w:rsid w:val="0090093E"/>
    <w:rsid w:val="00906DF3"/>
    <w:rsid w:val="00910608"/>
    <w:rsid w:val="009157C6"/>
    <w:rsid w:val="00916AD3"/>
    <w:rsid w:val="00916B2D"/>
    <w:rsid w:val="009171ED"/>
    <w:rsid w:val="00940632"/>
    <w:rsid w:val="00942724"/>
    <w:rsid w:val="00943942"/>
    <w:rsid w:val="00947905"/>
    <w:rsid w:val="0095192A"/>
    <w:rsid w:val="00952529"/>
    <w:rsid w:val="00952A81"/>
    <w:rsid w:val="00957758"/>
    <w:rsid w:val="00960317"/>
    <w:rsid w:val="00960943"/>
    <w:rsid w:val="00967A78"/>
    <w:rsid w:val="00967E3A"/>
    <w:rsid w:val="00970FC7"/>
    <w:rsid w:val="00973FD8"/>
    <w:rsid w:val="00976855"/>
    <w:rsid w:val="00984D0C"/>
    <w:rsid w:val="00985883"/>
    <w:rsid w:val="00990409"/>
    <w:rsid w:val="00997889"/>
    <w:rsid w:val="009A1D05"/>
    <w:rsid w:val="009A21A4"/>
    <w:rsid w:val="009A3CFB"/>
    <w:rsid w:val="009A66F4"/>
    <w:rsid w:val="009A72B3"/>
    <w:rsid w:val="009B192C"/>
    <w:rsid w:val="009B4F6F"/>
    <w:rsid w:val="009B5D8C"/>
    <w:rsid w:val="009C3DE1"/>
    <w:rsid w:val="009E038A"/>
    <w:rsid w:val="009E41A0"/>
    <w:rsid w:val="009E45E9"/>
    <w:rsid w:val="009E564E"/>
    <w:rsid w:val="009F43E0"/>
    <w:rsid w:val="009F6469"/>
    <w:rsid w:val="00A01FEF"/>
    <w:rsid w:val="00A1030A"/>
    <w:rsid w:val="00A122D8"/>
    <w:rsid w:val="00A129FB"/>
    <w:rsid w:val="00A13099"/>
    <w:rsid w:val="00A13DBD"/>
    <w:rsid w:val="00A20AD6"/>
    <w:rsid w:val="00A253C7"/>
    <w:rsid w:val="00A25925"/>
    <w:rsid w:val="00A25B86"/>
    <w:rsid w:val="00A25D6D"/>
    <w:rsid w:val="00A313B0"/>
    <w:rsid w:val="00A35A6F"/>
    <w:rsid w:val="00A35BD1"/>
    <w:rsid w:val="00A402CC"/>
    <w:rsid w:val="00A468DE"/>
    <w:rsid w:val="00A46A49"/>
    <w:rsid w:val="00A63BBF"/>
    <w:rsid w:val="00A65A8C"/>
    <w:rsid w:val="00A70FB5"/>
    <w:rsid w:val="00A7253F"/>
    <w:rsid w:val="00A7392B"/>
    <w:rsid w:val="00A75128"/>
    <w:rsid w:val="00A75B53"/>
    <w:rsid w:val="00A760C3"/>
    <w:rsid w:val="00A77858"/>
    <w:rsid w:val="00A872C2"/>
    <w:rsid w:val="00A90389"/>
    <w:rsid w:val="00A916CE"/>
    <w:rsid w:val="00AA1925"/>
    <w:rsid w:val="00AA305E"/>
    <w:rsid w:val="00AA5CDD"/>
    <w:rsid w:val="00AA75F5"/>
    <w:rsid w:val="00AA7CE1"/>
    <w:rsid w:val="00AB088C"/>
    <w:rsid w:val="00AB3F9B"/>
    <w:rsid w:val="00AB4444"/>
    <w:rsid w:val="00AC0708"/>
    <w:rsid w:val="00AC2C38"/>
    <w:rsid w:val="00AC3A75"/>
    <w:rsid w:val="00AC6E03"/>
    <w:rsid w:val="00AD3409"/>
    <w:rsid w:val="00AD35FD"/>
    <w:rsid w:val="00AD5847"/>
    <w:rsid w:val="00AE0606"/>
    <w:rsid w:val="00AE4117"/>
    <w:rsid w:val="00AE4A3C"/>
    <w:rsid w:val="00AE772C"/>
    <w:rsid w:val="00AF4533"/>
    <w:rsid w:val="00AF576F"/>
    <w:rsid w:val="00B00863"/>
    <w:rsid w:val="00B12A0B"/>
    <w:rsid w:val="00B14EF3"/>
    <w:rsid w:val="00B164F4"/>
    <w:rsid w:val="00B24468"/>
    <w:rsid w:val="00B30479"/>
    <w:rsid w:val="00B32C3B"/>
    <w:rsid w:val="00B34567"/>
    <w:rsid w:val="00B346A1"/>
    <w:rsid w:val="00B34DCA"/>
    <w:rsid w:val="00B429CB"/>
    <w:rsid w:val="00B43F57"/>
    <w:rsid w:val="00B479CA"/>
    <w:rsid w:val="00B51966"/>
    <w:rsid w:val="00B563AB"/>
    <w:rsid w:val="00B7719F"/>
    <w:rsid w:val="00B91EBD"/>
    <w:rsid w:val="00B94CEF"/>
    <w:rsid w:val="00BA362F"/>
    <w:rsid w:val="00BA5392"/>
    <w:rsid w:val="00BA7D61"/>
    <w:rsid w:val="00BD11B2"/>
    <w:rsid w:val="00BD17A1"/>
    <w:rsid w:val="00BD3257"/>
    <w:rsid w:val="00BD4E53"/>
    <w:rsid w:val="00BD60B3"/>
    <w:rsid w:val="00BE17E0"/>
    <w:rsid w:val="00BE31B3"/>
    <w:rsid w:val="00BE3950"/>
    <w:rsid w:val="00BF0AFA"/>
    <w:rsid w:val="00BF2261"/>
    <w:rsid w:val="00C05630"/>
    <w:rsid w:val="00C061E4"/>
    <w:rsid w:val="00C1255A"/>
    <w:rsid w:val="00C14A42"/>
    <w:rsid w:val="00C17DB9"/>
    <w:rsid w:val="00C20062"/>
    <w:rsid w:val="00C20905"/>
    <w:rsid w:val="00C20ACE"/>
    <w:rsid w:val="00C2676A"/>
    <w:rsid w:val="00C303A7"/>
    <w:rsid w:val="00C31699"/>
    <w:rsid w:val="00C3374C"/>
    <w:rsid w:val="00C34945"/>
    <w:rsid w:val="00C36AE3"/>
    <w:rsid w:val="00C4160A"/>
    <w:rsid w:val="00C50D03"/>
    <w:rsid w:val="00C5187C"/>
    <w:rsid w:val="00C51E9D"/>
    <w:rsid w:val="00C540AF"/>
    <w:rsid w:val="00C57A11"/>
    <w:rsid w:val="00C62DF2"/>
    <w:rsid w:val="00C751BC"/>
    <w:rsid w:val="00C76B3F"/>
    <w:rsid w:val="00C776E7"/>
    <w:rsid w:val="00C807DC"/>
    <w:rsid w:val="00C83024"/>
    <w:rsid w:val="00C86470"/>
    <w:rsid w:val="00C86DB9"/>
    <w:rsid w:val="00C92665"/>
    <w:rsid w:val="00C93A3A"/>
    <w:rsid w:val="00C9685E"/>
    <w:rsid w:val="00CA1464"/>
    <w:rsid w:val="00CA3E89"/>
    <w:rsid w:val="00CA7061"/>
    <w:rsid w:val="00CB277B"/>
    <w:rsid w:val="00CB5AF6"/>
    <w:rsid w:val="00CB6E88"/>
    <w:rsid w:val="00CC312C"/>
    <w:rsid w:val="00CC42DE"/>
    <w:rsid w:val="00CC6323"/>
    <w:rsid w:val="00CD2D1D"/>
    <w:rsid w:val="00CD68E1"/>
    <w:rsid w:val="00CD7156"/>
    <w:rsid w:val="00CE0A1D"/>
    <w:rsid w:val="00CE0B26"/>
    <w:rsid w:val="00CE1D55"/>
    <w:rsid w:val="00CE39D5"/>
    <w:rsid w:val="00CE6214"/>
    <w:rsid w:val="00CE72BE"/>
    <w:rsid w:val="00CF0430"/>
    <w:rsid w:val="00CF0A49"/>
    <w:rsid w:val="00CF7EAE"/>
    <w:rsid w:val="00D020F3"/>
    <w:rsid w:val="00D14083"/>
    <w:rsid w:val="00D14AF7"/>
    <w:rsid w:val="00D15EA7"/>
    <w:rsid w:val="00D17477"/>
    <w:rsid w:val="00D22D52"/>
    <w:rsid w:val="00D26791"/>
    <w:rsid w:val="00D320B1"/>
    <w:rsid w:val="00D37226"/>
    <w:rsid w:val="00D37B50"/>
    <w:rsid w:val="00D42DE2"/>
    <w:rsid w:val="00D44625"/>
    <w:rsid w:val="00D46A0B"/>
    <w:rsid w:val="00D64972"/>
    <w:rsid w:val="00D66935"/>
    <w:rsid w:val="00D7220D"/>
    <w:rsid w:val="00D72802"/>
    <w:rsid w:val="00D74B11"/>
    <w:rsid w:val="00D756F1"/>
    <w:rsid w:val="00D757FE"/>
    <w:rsid w:val="00D8014B"/>
    <w:rsid w:val="00D8503F"/>
    <w:rsid w:val="00D85222"/>
    <w:rsid w:val="00D87793"/>
    <w:rsid w:val="00D90687"/>
    <w:rsid w:val="00D91549"/>
    <w:rsid w:val="00D9387F"/>
    <w:rsid w:val="00D943A2"/>
    <w:rsid w:val="00D95C9E"/>
    <w:rsid w:val="00D96982"/>
    <w:rsid w:val="00D97227"/>
    <w:rsid w:val="00DA3BCF"/>
    <w:rsid w:val="00DA5242"/>
    <w:rsid w:val="00DB5AB7"/>
    <w:rsid w:val="00DC525E"/>
    <w:rsid w:val="00DD284C"/>
    <w:rsid w:val="00DD5BFD"/>
    <w:rsid w:val="00DE1DA1"/>
    <w:rsid w:val="00DE42D2"/>
    <w:rsid w:val="00DE5338"/>
    <w:rsid w:val="00DF00E8"/>
    <w:rsid w:val="00DF2C89"/>
    <w:rsid w:val="00DF372E"/>
    <w:rsid w:val="00DF3C85"/>
    <w:rsid w:val="00DF3D70"/>
    <w:rsid w:val="00DF5401"/>
    <w:rsid w:val="00DF69D4"/>
    <w:rsid w:val="00DF7F31"/>
    <w:rsid w:val="00E002DA"/>
    <w:rsid w:val="00E00FAF"/>
    <w:rsid w:val="00E029B9"/>
    <w:rsid w:val="00E02B7A"/>
    <w:rsid w:val="00E05C44"/>
    <w:rsid w:val="00E06058"/>
    <w:rsid w:val="00E11339"/>
    <w:rsid w:val="00E14278"/>
    <w:rsid w:val="00E21FA3"/>
    <w:rsid w:val="00E24AC8"/>
    <w:rsid w:val="00E30259"/>
    <w:rsid w:val="00E32696"/>
    <w:rsid w:val="00E34B80"/>
    <w:rsid w:val="00E3716E"/>
    <w:rsid w:val="00E40546"/>
    <w:rsid w:val="00E45F4A"/>
    <w:rsid w:val="00E50CE8"/>
    <w:rsid w:val="00E5446D"/>
    <w:rsid w:val="00E62D73"/>
    <w:rsid w:val="00E67692"/>
    <w:rsid w:val="00E70205"/>
    <w:rsid w:val="00E82A80"/>
    <w:rsid w:val="00E85394"/>
    <w:rsid w:val="00E85B69"/>
    <w:rsid w:val="00E9161A"/>
    <w:rsid w:val="00E91F01"/>
    <w:rsid w:val="00E934B4"/>
    <w:rsid w:val="00E95640"/>
    <w:rsid w:val="00E956C8"/>
    <w:rsid w:val="00E95D35"/>
    <w:rsid w:val="00EA3AA4"/>
    <w:rsid w:val="00EB0822"/>
    <w:rsid w:val="00EB2A32"/>
    <w:rsid w:val="00EB33EB"/>
    <w:rsid w:val="00EB3E42"/>
    <w:rsid w:val="00EB47B7"/>
    <w:rsid w:val="00EC37D3"/>
    <w:rsid w:val="00EC3BE8"/>
    <w:rsid w:val="00EC78DB"/>
    <w:rsid w:val="00ED0F0E"/>
    <w:rsid w:val="00ED10C7"/>
    <w:rsid w:val="00ED5289"/>
    <w:rsid w:val="00ED6036"/>
    <w:rsid w:val="00EE09AB"/>
    <w:rsid w:val="00EE586E"/>
    <w:rsid w:val="00EE7EDB"/>
    <w:rsid w:val="00F0089D"/>
    <w:rsid w:val="00F012F0"/>
    <w:rsid w:val="00F03085"/>
    <w:rsid w:val="00F03532"/>
    <w:rsid w:val="00F0611D"/>
    <w:rsid w:val="00F071CC"/>
    <w:rsid w:val="00F17FB6"/>
    <w:rsid w:val="00F215EC"/>
    <w:rsid w:val="00F222FE"/>
    <w:rsid w:val="00F2337D"/>
    <w:rsid w:val="00F23D45"/>
    <w:rsid w:val="00F25148"/>
    <w:rsid w:val="00F301A6"/>
    <w:rsid w:val="00F30971"/>
    <w:rsid w:val="00F45279"/>
    <w:rsid w:val="00F5066F"/>
    <w:rsid w:val="00F628A5"/>
    <w:rsid w:val="00F67837"/>
    <w:rsid w:val="00F71618"/>
    <w:rsid w:val="00F71D6A"/>
    <w:rsid w:val="00F73E71"/>
    <w:rsid w:val="00F760F4"/>
    <w:rsid w:val="00F81F09"/>
    <w:rsid w:val="00F851A4"/>
    <w:rsid w:val="00F87225"/>
    <w:rsid w:val="00F90F33"/>
    <w:rsid w:val="00F924BF"/>
    <w:rsid w:val="00F94D59"/>
    <w:rsid w:val="00FA1C9B"/>
    <w:rsid w:val="00FA1F42"/>
    <w:rsid w:val="00FA3D52"/>
    <w:rsid w:val="00FB2020"/>
    <w:rsid w:val="00FB34A1"/>
    <w:rsid w:val="00FC212E"/>
    <w:rsid w:val="00FC7467"/>
    <w:rsid w:val="00FE2840"/>
    <w:rsid w:val="00FE5C83"/>
    <w:rsid w:val="00FE7603"/>
    <w:rsid w:val="00FF0D8E"/>
    <w:rsid w:val="00FF3E52"/>
    <w:rsid w:val="00FF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EF830C"/>
  <w14:defaultImageDpi w14:val="0"/>
  <w15:docId w15:val="{300E7C03-D130-4701-BF10-CBBC7DEF6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aliases w:val="Čo robí (časť)"/>
    <w:basedOn w:val="Normlny"/>
    <w:next w:val="Nosite"/>
    <w:link w:val="Nadpis1Char"/>
    <w:uiPriority w:val="9"/>
    <w:qFormat/>
    <w:pPr>
      <w:keepNext/>
      <w:numPr>
        <w:numId w:val="5"/>
      </w:numPr>
      <w:spacing w:before="360"/>
      <w:outlineLvl w:val="0"/>
    </w:pPr>
    <w:rPr>
      <w:b/>
      <w:bCs/>
      <w:kern w:val="32"/>
      <w:sz w:val="28"/>
      <w:szCs w:val="28"/>
    </w:rPr>
  </w:style>
  <w:style w:type="paragraph" w:styleId="Nadpis2">
    <w:name w:val="heading 2"/>
    <w:aliases w:val="Úloha"/>
    <w:basedOn w:val="Normlny"/>
    <w:link w:val="Nadpis2Char"/>
    <w:uiPriority w:val="9"/>
    <w:qFormat/>
    <w:pPr>
      <w:numPr>
        <w:ilvl w:val="1"/>
        <w:numId w:val="5"/>
      </w:numPr>
      <w:spacing w:before="120"/>
      <w:jc w:val="both"/>
      <w:outlineLvl w:val="1"/>
    </w:pPr>
    <w:rPr>
      <w:sz w:val="24"/>
      <w:szCs w:val="24"/>
    </w:rPr>
  </w:style>
  <w:style w:type="paragraph" w:styleId="Nadpis3">
    <w:name w:val="heading 3"/>
    <w:aliases w:val="Podúloha"/>
    <w:basedOn w:val="Normlny"/>
    <w:link w:val="Nadpis3Char"/>
    <w:uiPriority w:val="9"/>
    <w:qFormat/>
    <w:pPr>
      <w:keepNext/>
      <w:numPr>
        <w:ilvl w:val="2"/>
        <w:numId w:val="5"/>
      </w:numPr>
      <w:spacing w:before="120"/>
      <w:ind w:left="2269"/>
      <w:outlineLvl w:val="2"/>
    </w:pPr>
    <w:rPr>
      <w:sz w:val="24"/>
      <w:szCs w:val="24"/>
    </w:rPr>
  </w:style>
  <w:style w:type="paragraph" w:styleId="Nadpis4">
    <w:name w:val="heading 4"/>
    <w:aliases w:val="Termín"/>
    <w:basedOn w:val="Normlny"/>
    <w:next w:val="Nadpis2"/>
    <w:link w:val="Nadpis4Char"/>
    <w:uiPriority w:val="9"/>
    <w:qFormat/>
    <w:pPr>
      <w:numPr>
        <w:ilvl w:val="3"/>
        <w:numId w:val="5"/>
      </w:numPr>
      <w:spacing w:before="120" w:after="120"/>
      <w:outlineLvl w:val="3"/>
    </w:pPr>
    <w:rPr>
      <w:i/>
      <w:iCs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qFormat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qFormat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qFormat/>
    <w:pPr>
      <w:numPr>
        <w:ilvl w:val="6"/>
        <w:numId w:val="5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qFormat/>
    <w:pPr>
      <w:numPr>
        <w:ilvl w:val="7"/>
        <w:numId w:val="5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qFormat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Čo robí (časť) Char"/>
    <w:basedOn w:val="Predvolenpsmoodseku"/>
    <w:link w:val="Nadpis1"/>
    <w:uiPriority w:val="9"/>
    <w:locked/>
    <w:rsid w:val="004870EC"/>
    <w:rPr>
      <w:rFonts w:cs="Times New Roman"/>
      <w:b/>
      <w:kern w:val="32"/>
      <w:sz w:val="28"/>
    </w:rPr>
  </w:style>
  <w:style w:type="character" w:customStyle="1" w:styleId="Nadpis2Char">
    <w:name w:val="Nadpis 2 Char"/>
    <w:aliases w:val="Úloha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aliases w:val="Podúloha Char"/>
    <w:basedOn w:val="Predvolenpsmoodseku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dpis4Char">
    <w:name w:val="Nadpis 4 Char"/>
    <w:aliases w:val="Termín Char"/>
    <w:basedOn w:val="Predvolenpsmoodseku"/>
    <w:link w:val="Nadpis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Pr>
      <w:rFonts w:asciiTheme="majorHAnsi" w:eastAsiaTheme="majorEastAsia" w:hAnsiTheme="majorHAnsi" w:cs="Times New Roman"/>
      <w:sz w:val="22"/>
      <w:szCs w:val="22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  <w:jc w:val="center"/>
    </w:pPr>
    <w:rPr>
      <w:caps/>
      <w:sz w:val="24"/>
      <w:szCs w:val="24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003612"/>
    <w:rPr>
      <w:rFonts w:cs="Times New Roman"/>
      <w:caps/>
      <w:sz w:val="24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</w:rPr>
  </w:style>
  <w:style w:type="paragraph" w:customStyle="1" w:styleId="Vlada">
    <w:name w:val="Vlada"/>
    <w:basedOn w:val="Normlny"/>
    <w:uiPriority w:val="99"/>
    <w:pPr>
      <w:spacing w:before="480" w:after="120"/>
    </w:pPr>
    <w:rPr>
      <w:b/>
      <w:bCs/>
      <w:sz w:val="32"/>
      <w:szCs w:val="32"/>
    </w:rPr>
  </w:style>
  <w:style w:type="paragraph" w:customStyle="1" w:styleId="Vykonaj">
    <w:name w:val="Vykonajú"/>
    <w:basedOn w:val="Normlny"/>
    <w:next w:val="Vykonajzoznam"/>
    <w:pPr>
      <w:keepNext/>
      <w:spacing w:before="360"/>
    </w:pPr>
    <w:rPr>
      <w:b/>
      <w:bCs/>
      <w:sz w:val="24"/>
      <w:szCs w:val="24"/>
    </w:rPr>
  </w:style>
  <w:style w:type="paragraph" w:customStyle="1" w:styleId="Vykonajzoznam">
    <w:name w:val="Vykonajú_zoznam"/>
    <w:basedOn w:val="Normlny"/>
    <w:pPr>
      <w:ind w:left="1418"/>
    </w:pPr>
    <w:rPr>
      <w:sz w:val="24"/>
      <w:szCs w:val="24"/>
    </w:rPr>
  </w:style>
  <w:style w:type="paragraph" w:customStyle="1" w:styleId="Navedomie">
    <w:name w:val="Na vedomie"/>
    <w:basedOn w:val="Vykonajzoznam"/>
    <w:next w:val="Navedomiezoznam"/>
    <w:pPr>
      <w:spacing w:before="360"/>
      <w:ind w:left="0"/>
    </w:pPr>
    <w:rPr>
      <w:b/>
      <w:bCs/>
    </w:rPr>
  </w:style>
  <w:style w:type="paragraph" w:customStyle="1" w:styleId="Navedomiezoznam">
    <w:name w:val="Na vedomie_zoznam"/>
    <w:basedOn w:val="Navedomie"/>
    <w:uiPriority w:val="99"/>
    <w:pPr>
      <w:spacing w:before="0"/>
      <w:ind w:left="1418"/>
    </w:pPr>
    <w:rPr>
      <w:b w:val="0"/>
      <w:bCs w:val="0"/>
    </w:rPr>
  </w:style>
  <w:style w:type="paragraph" w:customStyle="1" w:styleId="Zakladnystyl">
    <w:name w:val="Zakladny styl"/>
    <w:rPr>
      <w:sz w:val="24"/>
      <w:szCs w:val="24"/>
    </w:rPr>
  </w:style>
  <w:style w:type="paragraph" w:customStyle="1" w:styleId="Nosite">
    <w:name w:val="Nositeľ"/>
    <w:basedOn w:val="Zakladnystyl"/>
    <w:next w:val="Nadpis2"/>
    <w:uiPriority w:val="99"/>
    <w:pPr>
      <w:spacing w:before="240" w:after="120"/>
      <w:ind w:left="567"/>
    </w:pPr>
    <w:rPr>
      <w:b/>
      <w:bCs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rsid w:val="00514F6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514F63"/>
    <w:rPr>
      <w:rFonts w:ascii="Tahoma" w:hAnsi="Tahoma" w:cs="Times New Roman"/>
      <w:sz w:val="16"/>
    </w:rPr>
  </w:style>
  <w:style w:type="paragraph" w:styleId="Zkladntext">
    <w:name w:val="Body Text"/>
    <w:basedOn w:val="Normlny"/>
    <w:link w:val="ZkladntextChar"/>
    <w:uiPriority w:val="99"/>
    <w:unhideWhenUsed/>
    <w:rsid w:val="00B51966"/>
    <w:pPr>
      <w:spacing w:after="120"/>
      <w:jc w:val="both"/>
    </w:pPr>
    <w:rPr>
      <w:sz w:val="24"/>
      <w:szCs w:val="24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B51966"/>
    <w:rPr>
      <w:rFonts w:cs="Times New Roman"/>
      <w:sz w:val="24"/>
      <w:lang w:val="cs-CZ" w:eastAsia="cs-CZ"/>
    </w:rPr>
  </w:style>
  <w:style w:type="paragraph" w:styleId="Odsekzoznamu">
    <w:name w:val="List Paragraph"/>
    <w:basedOn w:val="Normlny"/>
    <w:uiPriority w:val="34"/>
    <w:qFormat/>
    <w:rsid w:val="00B5196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Heading2loha">
    <w:name w:val="Heading 2.Úloha"/>
    <w:basedOn w:val="Normlny"/>
    <w:uiPriority w:val="99"/>
    <w:rsid w:val="00DB5AB7"/>
    <w:pPr>
      <w:tabs>
        <w:tab w:val="num" w:pos="1418"/>
      </w:tabs>
      <w:spacing w:before="120"/>
      <w:ind w:left="1418" w:hanging="851"/>
      <w:jc w:val="both"/>
    </w:pPr>
    <w:rPr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024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orobas">
    <w:name w:val="Heading 1.Čo robí (časť)"/>
    <w:basedOn w:val="Normlny"/>
    <w:next w:val="Nosite"/>
    <w:uiPriority w:val="99"/>
    <w:rsid w:val="000D3A64"/>
    <w:pPr>
      <w:keepNext/>
      <w:tabs>
        <w:tab w:val="num" w:pos="567"/>
      </w:tabs>
      <w:spacing w:before="360"/>
      <w:ind w:left="567" w:hanging="567"/>
    </w:pPr>
    <w:rPr>
      <w:b/>
      <w:bCs/>
      <w:kern w:val="32"/>
      <w:sz w:val="28"/>
      <w:szCs w:val="28"/>
      <w:lang w:eastAsia="en-US"/>
    </w:rPr>
  </w:style>
  <w:style w:type="paragraph" w:customStyle="1" w:styleId="CarCharCharCharCharChar">
    <w:name w:val="Car Char Char Char Char Char"/>
    <w:basedOn w:val="Normlny"/>
    <w:uiPriority w:val="99"/>
    <w:rsid w:val="000D3A6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styleId="Zarkazkladnhotextu2">
    <w:name w:val="Body Text Indent 2"/>
    <w:basedOn w:val="Normlny"/>
    <w:link w:val="Zarkazkladnhotextu2Char"/>
    <w:uiPriority w:val="99"/>
    <w:rsid w:val="0000361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locked/>
    <w:rsid w:val="00003612"/>
    <w:rPr>
      <w:rFonts w:cs="Times New Roman"/>
    </w:rPr>
  </w:style>
  <w:style w:type="paragraph" w:styleId="Zarkazkladnhotextu3">
    <w:name w:val="Body Text Indent 3"/>
    <w:basedOn w:val="Normlny"/>
    <w:link w:val="Zarkazkladnhotextu3Char"/>
    <w:uiPriority w:val="99"/>
    <w:rsid w:val="0000361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locked/>
    <w:rsid w:val="00003612"/>
    <w:rPr>
      <w:rFonts w:cs="Times New Roman"/>
      <w:sz w:val="16"/>
    </w:rPr>
  </w:style>
  <w:style w:type="paragraph" w:customStyle="1" w:styleId="Nadpis1orobas">
    <w:name w:val="Nadpis 1.Čo robí (časť)"/>
    <w:basedOn w:val="Normlny"/>
    <w:next w:val="Normlny"/>
    <w:rsid w:val="00195252"/>
    <w:pPr>
      <w:keepNext/>
      <w:spacing w:before="360"/>
    </w:pPr>
    <w:rPr>
      <w:b/>
      <w:kern w:val="32"/>
      <w:sz w:val="28"/>
      <w:lang w:eastAsia="cs-CZ"/>
    </w:rPr>
  </w:style>
  <w:style w:type="paragraph" w:styleId="Normlnywebov">
    <w:name w:val="Normal (Web)"/>
    <w:basedOn w:val="Normlny"/>
    <w:uiPriority w:val="99"/>
    <w:unhideWhenUsed/>
    <w:rsid w:val="0019525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452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52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52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5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52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osova\Local%20Settings\Temporary%20Internet%20Files\OLK2D7\uznesko_nove%20(2)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60a29af-d413-48d4-bd90-fe9d2a897e4b">WKX3UHSAJ2R6-2-1382471</_dlc_DocId>
    <_dlc_DocIdUrl xmlns="e60a29af-d413-48d4-bd90-fe9d2a897e4b">
      <Url>https://ovdmasv601/sites/DMS/_layouts/15/DocIdRedir.aspx?ID=WKX3UHSAJ2R6-2-1382471</Url>
      <Description>WKX3UHSAJ2R6-2-1382471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22F6FF-2FAD-4937-B2D4-0F18381DB4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3E94C-C3DD-405D-ADFF-FBFED108D40A}">
  <ds:schemaRefs>
    <ds:schemaRef ds:uri="http://schemas.microsoft.com/office/2006/metadata/properties"/>
    <ds:schemaRef ds:uri="http://schemas.microsoft.com/office/infopath/2007/PartnerControls"/>
    <ds:schemaRef ds:uri="e60a29af-d413-48d4-bd90-fe9d2a897e4b"/>
  </ds:schemaRefs>
</ds:datastoreItem>
</file>

<file path=customXml/itemProps3.xml><?xml version="1.0" encoding="utf-8"?>
<ds:datastoreItem xmlns:ds="http://schemas.openxmlformats.org/officeDocument/2006/customXml" ds:itemID="{4B443BDB-87CA-4D8D-9A73-09D8D938760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1F7160E-5B57-40FD-AA42-1F9508B35B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a29af-d413-48d4-bd90-fe9d2a897e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uznesko_nove (2)</Template>
  <TotalTime>1</TotalTime>
  <Pages>1</Pages>
  <Words>101</Words>
  <Characters>579</Characters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2024-02-28T13:15:00Z</cp:lastPrinted>
  <dcterms:created xsi:type="dcterms:W3CDTF">2025-05-28T07:26:00Z</dcterms:created>
  <dcterms:modified xsi:type="dcterms:W3CDTF">2025-05-28T07:27:00Z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0x0101006C0C8C3C1E3DCC44BECE3792677AD011</vt:lpwstr>
  </property>
  <property fmtid="{D5CDD505-2E9C-101B-9397-08002B2CF9AE}" pid="3" name="_dlc_DocIdItemGuid">
    <vt:lpwstr>54b5b7ec-39a8-42bf-9a5c-92816af71238</vt:lpwstr>
  </property>
</Properties>
</file>